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F35" w:rsidRDefault="00077797">
      <w:pPr>
        <w:rPr>
          <w:rFonts w:ascii="Arial" w:hAnsi="Arial" w:cs="Arial"/>
          <w:b/>
          <w:bCs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F35" w:rsidRDefault="009C6F35">
      <w:pPr>
        <w:rPr>
          <w:rFonts w:ascii="Arial" w:hAnsi="Arial" w:cs="Arial"/>
          <w:b/>
          <w:bCs/>
        </w:rPr>
      </w:pPr>
    </w:p>
    <w:p w:rsidR="009C6F35" w:rsidRPr="00C842B1" w:rsidRDefault="0007779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122555</wp:posOffset>
                </wp:positionV>
                <wp:extent cx="6078855" cy="0"/>
                <wp:effectExtent l="16510" t="17780" r="10160" b="10795"/>
                <wp:wrapNone/>
                <wp:docPr id="1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7885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AE4C6CD" id="Egyenes összekötő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7pt,9.65pt" to="461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" strokeweight="1.5pt">
                <o:lock v:ext="edit" shapetype="f"/>
              </v:line>
            </w:pict>
          </mc:Fallback>
        </mc:AlternateContent>
      </w:r>
    </w:p>
    <w:p w:rsidR="009C6F35" w:rsidRPr="00C842B1" w:rsidRDefault="009C6F35" w:rsidP="00C842B1">
      <w:pPr>
        <w:tabs>
          <w:tab w:val="left" w:pos="504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Ügyiratszám:</w:t>
      </w:r>
      <w:r w:rsidRPr="00C842B1">
        <w:rPr>
          <w:rFonts w:ascii="Times New Roman" w:hAnsi="Times New Roman" w:cs="Times New Roman"/>
        </w:rPr>
        <w:t xml:space="preserve"> </w:t>
      </w:r>
      <w:r w:rsidR="003D2594">
        <w:rPr>
          <w:rFonts w:ascii="Times New Roman" w:hAnsi="Times New Roman" w:cs="Times New Roman"/>
        </w:rPr>
        <w:t>C</w:t>
      </w:r>
      <w:proofErr w:type="gramStart"/>
      <w:r w:rsidRPr="00C842B1">
        <w:rPr>
          <w:rFonts w:ascii="Times New Roman" w:hAnsi="Times New Roman" w:cs="Times New Roman"/>
        </w:rPr>
        <w:t>/       /</w:t>
      </w:r>
      <w:proofErr w:type="gramEnd"/>
      <w:r w:rsidRPr="00C842B1">
        <w:rPr>
          <w:rFonts w:ascii="Times New Roman" w:hAnsi="Times New Roman" w:cs="Times New Roman"/>
        </w:rPr>
        <w:t>20</w:t>
      </w:r>
      <w:r w:rsidR="00986BEE">
        <w:rPr>
          <w:rFonts w:ascii="Times New Roman" w:hAnsi="Times New Roman" w:cs="Times New Roman"/>
        </w:rPr>
        <w:t>2</w:t>
      </w:r>
      <w:r w:rsidR="00440297">
        <w:rPr>
          <w:rFonts w:ascii="Times New Roman" w:hAnsi="Times New Roman" w:cs="Times New Roman"/>
        </w:rPr>
        <w:t>4</w:t>
      </w:r>
      <w:r w:rsidR="006A1B86">
        <w:rPr>
          <w:rFonts w:ascii="Times New Roman" w:hAnsi="Times New Roman" w:cs="Times New Roman"/>
        </w:rPr>
        <w:t>.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b/>
          <w:bCs/>
        </w:rPr>
        <w:t>Tárgy:</w:t>
      </w:r>
      <w:r w:rsidRPr="00C842B1">
        <w:rPr>
          <w:rFonts w:ascii="Times New Roman" w:hAnsi="Times New Roman" w:cs="Times New Roman"/>
        </w:rPr>
        <w:t xml:space="preserve"> A Képviselő-testület 20</w:t>
      </w:r>
      <w:r w:rsidR="00986BEE">
        <w:rPr>
          <w:rFonts w:ascii="Times New Roman" w:hAnsi="Times New Roman" w:cs="Times New Roman"/>
        </w:rPr>
        <w:t>2</w:t>
      </w:r>
      <w:r w:rsidR="00440297">
        <w:rPr>
          <w:rFonts w:ascii="Times New Roman" w:hAnsi="Times New Roman" w:cs="Times New Roman"/>
        </w:rPr>
        <w:t>4</w:t>
      </w:r>
      <w:r w:rsidRPr="00C842B1">
        <w:rPr>
          <w:rFonts w:ascii="Times New Roman" w:hAnsi="Times New Roman" w:cs="Times New Roman"/>
        </w:rPr>
        <w:t>. II. félévi</w:t>
      </w:r>
    </w:p>
    <w:p w:rsidR="009C6F35" w:rsidRPr="00C842B1" w:rsidRDefault="009C6F35" w:rsidP="00C842B1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Előterjesztő:</w:t>
      </w:r>
      <w:r w:rsidRPr="00C842B1">
        <w:rPr>
          <w:rFonts w:ascii="Times New Roman" w:hAnsi="Times New Roman" w:cs="Times New Roman"/>
        </w:rPr>
        <w:t xml:space="preserve"> Pásztor </w:t>
      </w:r>
      <w:r w:rsidR="003D2594">
        <w:rPr>
          <w:rFonts w:ascii="Times New Roman" w:hAnsi="Times New Roman" w:cs="Times New Roman"/>
        </w:rPr>
        <w:t>Roland</w:t>
      </w:r>
      <w:r w:rsidRPr="00C842B1">
        <w:rPr>
          <w:rFonts w:ascii="Times New Roman" w:hAnsi="Times New Roman" w:cs="Times New Roman"/>
        </w:rPr>
        <w:t xml:space="preserve"> polgármester</w:t>
      </w:r>
      <w:r w:rsidRPr="00C842B1">
        <w:rPr>
          <w:rFonts w:ascii="Times New Roman" w:hAnsi="Times New Roman" w:cs="Times New Roman"/>
        </w:rPr>
        <w:tab/>
        <w:t>munkaterve</w:t>
      </w:r>
    </w:p>
    <w:p w:rsidR="009C6F35" w:rsidRPr="00C842B1" w:rsidRDefault="009C6F35" w:rsidP="00C842B1">
      <w:pPr>
        <w:tabs>
          <w:tab w:val="left" w:pos="504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Szakmai előterjesztő:</w:t>
      </w:r>
      <w:r w:rsidRPr="00C842B1">
        <w:rPr>
          <w:rFonts w:ascii="Times New Roman" w:hAnsi="Times New Roman" w:cs="Times New Roman"/>
        </w:rPr>
        <w:t xml:space="preserve"> Dr. Diósgyőri Gitta </w:t>
      </w:r>
      <w:r w:rsidR="004E0181">
        <w:rPr>
          <w:rFonts w:ascii="Times New Roman" w:hAnsi="Times New Roman" w:cs="Times New Roman"/>
        </w:rPr>
        <w:t>címzetes fő</w:t>
      </w:r>
      <w:r w:rsidRPr="00C842B1">
        <w:rPr>
          <w:rFonts w:ascii="Times New Roman" w:hAnsi="Times New Roman" w:cs="Times New Roman"/>
        </w:rPr>
        <w:t>jegyző</w:t>
      </w:r>
    </w:p>
    <w:p w:rsidR="009C6F35" w:rsidRPr="00C842B1" w:rsidRDefault="009C6F35" w:rsidP="00C842B1">
      <w:pPr>
        <w:tabs>
          <w:tab w:val="left" w:pos="504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Ügyintéző</w:t>
      </w:r>
      <w:r w:rsidRPr="00C842B1">
        <w:rPr>
          <w:rFonts w:ascii="Times New Roman" w:hAnsi="Times New Roman" w:cs="Times New Roman"/>
        </w:rPr>
        <w:t>: Sziváki Ibolya vezető-főtanácsos</w:t>
      </w: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tabs>
          <w:tab w:val="left" w:pos="540"/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ELŐTERJESZTÉS</w:t>
      </w:r>
    </w:p>
    <w:p w:rsidR="009C6F35" w:rsidRPr="00C842B1" w:rsidRDefault="009C6F35" w:rsidP="00C842B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Kőröstetétlen Község Önkormányzata Képviselő-testületének 20</w:t>
      </w:r>
      <w:r w:rsidR="00986BEE">
        <w:rPr>
          <w:rFonts w:ascii="Times New Roman" w:hAnsi="Times New Roman" w:cs="Times New Roman"/>
          <w:b/>
          <w:bCs/>
        </w:rPr>
        <w:t>2</w:t>
      </w:r>
      <w:r w:rsidR="00440297">
        <w:rPr>
          <w:rFonts w:ascii="Times New Roman" w:hAnsi="Times New Roman" w:cs="Times New Roman"/>
          <w:b/>
          <w:bCs/>
        </w:rPr>
        <w:t>4</w:t>
      </w:r>
      <w:r w:rsidRPr="00C842B1">
        <w:rPr>
          <w:rFonts w:ascii="Times New Roman" w:hAnsi="Times New Roman" w:cs="Times New Roman"/>
          <w:b/>
          <w:bCs/>
        </w:rPr>
        <w:t xml:space="preserve">. június </w:t>
      </w:r>
      <w:r w:rsidR="00440297">
        <w:rPr>
          <w:rFonts w:ascii="Times New Roman" w:hAnsi="Times New Roman" w:cs="Times New Roman"/>
          <w:b/>
          <w:bCs/>
        </w:rPr>
        <w:t>18</w:t>
      </w:r>
      <w:r w:rsidRPr="00C842B1">
        <w:rPr>
          <w:rFonts w:ascii="Times New Roman" w:hAnsi="Times New Roman" w:cs="Times New Roman"/>
          <w:b/>
          <w:bCs/>
        </w:rPr>
        <w:t>-</w:t>
      </w:r>
      <w:r w:rsidR="00440297">
        <w:rPr>
          <w:rFonts w:ascii="Times New Roman" w:hAnsi="Times New Roman" w:cs="Times New Roman"/>
          <w:b/>
          <w:bCs/>
        </w:rPr>
        <w:t>a</w:t>
      </w:r>
      <w:r w:rsidRPr="00C842B1">
        <w:rPr>
          <w:rFonts w:ascii="Times New Roman" w:hAnsi="Times New Roman" w:cs="Times New Roman"/>
          <w:b/>
          <w:bCs/>
        </w:rPr>
        <w:t>i ülésére</w:t>
      </w: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Tisztelt Képviselő-testület!</w:t>
      </w:r>
    </w:p>
    <w:p w:rsidR="009C6F35" w:rsidRPr="00C842B1" w:rsidRDefault="009C6F35" w:rsidP="00C842B1">
      <w:pPr>
        <w:pStyle w:val="Szvegtrzs"/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A Képviselő-testület és szervei szervezeti és működési szabályzatáról szóló 19/2014. (XI. 26.) önkormányzati rendelet 26. § alapján, a mellékletben foglaltak szerint terjeszt</w:t>
      </w:r>
      <w:r w:rsidR="00036CE0">
        <w:rPr>
          <w:rFonts w:ascii="Times New Roman" w:hAnsi="Times New Roman" w:cs="Times New Roman"/>
        </w:rPr>
        <w:t>em elő a Képviselő-testület 20</w:t>
      </w:r>
      <w:r w:rsidR="00986BEE">
        <w:rPr>
          <w:rFonts w:ascii="Times New Roman" w:hAnsi="Times New Roman" w:cs="Times New Roman"/>
        </w:rPr>
        <w:t>2</w:t>
      </w:r>
      <w:r w:rsidR="00440297">
        <w:rPr>
          <w:rFonts w:ascii="Times New Roman" w:hAnsi="Times New Roman" w:cs="Times New Roman"/>
        </w:rPr>
        <w:t>4</w:t>
      </w:r>
      <w:r w:rsidRPr="00C842B1">
        <w:rPr>
          <w:rFonts w:ascii="Times New Roman" w:hAnsi="Times New Roman" w:cs="Times New Roman"/>
        </w:rPr>
        <w:t>. II. félévre javasolt munkatervét.</w:t>
      </w:r>
    </w:p>
    <w:p w:rsidR="009C6F35" w:rsidRPr="00C842B1" w:rsidRDefault="009C6F35" w:rsidP="00C842B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551C33">
      <w:pPr>
        <w:pStyle w:val="Szvegtrzs"/>
        <w:spacing w:after="0" w:line="240" w:lineRule="auto"/>
        <w:ind w:right="-82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Az ülések időpontját az </w:t>
      </w:r>
      <w:proofErr w:type="spellStart"/>
      <w:r w:rsidRPr="00C842B1">
        <w:rPr>
          <w:rFonts w:ascii="Times New Roman" w:hAnsi="Times New Roman" w:cs="Times New Roman"/>
        </w:rPr>
        <w:t>SzMSz</w:t>
      </w:r>
      <w:proofErr w:type="spellEnd"/>
      <w:r w:rsidRPr="00C842B1">
        <w:rPr>
          <w:rFonts w:ascii="Times New Roman" w:hAnsi="Times New Roman" w:cs="Times New Roman"/>
        </w:rPr>
        <w:t xml:space="preserve"> 15. §-a szerint minden hónap utolsó keddi napjára terveztük. A testületi üléshez kapcsolódó bizottsági ülések időpontját a továbbiakban is a testületi ülést megelőző időpontra javasolom ütemezni.</w:t>
      </w:r>
    </w:p>
    <w:p w:rsidR="009C6F35" w:rsidRPr="00C842B1" w:rsidRDefault="009C6F35" w:rsidP="00C842B1">
      <w:pPr>
        <w:pStyle w:val="Szvegtrzs"/>
        <w:spacing w:after="0" w:line="240" w:lineRule="auto"/>
        <w:ind w:right="-82"/>
        <w:rPr>
          <w:rFonts w:ascii="Times New Roman" w:hAnsi="Times New Roman" w:cs="Times New Roman"/>
        </w:rPr>
      </w:pPr>
    </w:p>
    <w:p w:rsidR="009C6F35" w:rsidRPr="00C842B1" w:rsidRDefault="009C6F35" w:rsidP="004E0181">
      <w:pPr>
        <w:pStyle w:val="Szvegtrzs"/>
        <w:spacing w:after="0" w:line="240" w:lineRule="auto"/>
        <w:ind w:right="-79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Tartalmilag </w:t>
      </w:r>
      <w:proofErr w:type="gramStart"/>
      <w:r w:rsidRPr="00C842B1">
        <w:rPr>
          <w:rFonts w:ascii="Times New Roman" w:hAnsi="Times New Roman" w:cs="Times New Roman"/>
        </w:rPr>
        <w:t>mindenek előtt</w:t>
      </w:r>
      <w:proofErr w:type="gramEnd"/>
      <w:r w:rsidRPr="00C842B1">
        <w:rPr>
          <w:rFonts w:ascii="Times New Roman" w:hAnsi="Times New Roman" w:cs="Times New Roman"/>
        </w:rPr>
        <w:t xml:space="preserve"> a jogszabályokban előírt napirendeket, a testületi határozatokban ütemezett, előző munkatervből átütemezett ügyeket, továbbá a szakmai szempontból indokolt témákat soroltuk fel.</w:t>
      </w:r>
    </w:p>
    <w:p w:rsidR="004E0181" w:rsidRDefault="004E0181" w:rsidP="004E0181">
      <w:pPr>
        <w:pStyle w:val="Szvegtrzs"/>
        <w:spacing w:after="0" w:line="240" w:lineRule="auto"/>
        <w:ind w:right="-79"/>
        <w:jc w:val="both"/>
        <w:rPr>
          <w:rFonts w:ascii="Times New Roman" w:hAnsi="Times New Roman"/>
          <w:szCs w:val="24"/>
        </w:rPr>
      </w:pPr>
    </w:p>
    <w:p w:rsidR="009C6F35" w:rsidRPr="004E0181" w:rsidRDefault="009C6F35" w:rsidP="00C842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0181">
        <w:rPr>
          <w:rFonts w:ascii="Times New Roman" w:hAnsi="Times New Roman" w:cs="Times New Roman"/>
        </w:rPr>
        <w:t>A munkaterv tervezettel kapcsolatban várjuk a képviselők és a bizottság további javaslatait.</w:t>
      </w:r>
    </w:p>
    <w:p w:rsidR="009C6F35" w:rsidRPr="004E0181" w:rsidRDefault="009C6F35" w:rsidP="00C842B1">
      <w:pPr>
        <w:pStyle w:val="Szvegtrzs"/>
        <w:spacing w:after="0" w:line="240" w:lineRule="auto"/>
        <w:ind w:right="-82"/>
        <w:rPr>
          <w:rFonts w:ascii="Times New Roman" w:hAnsi="Times New Roman" w:cs="Times New Roman"/>
        </w:rPr>
      </w:pPr>
    </w:p>
    <w:p w:rsidR="009C6F35" w:rsidRPr="004E0181" w:rsidRDefault="009C6F35" w:rsidP="00F45DB7">
      <w:pPr>
        <w:pStyle w:val="Szvegtrzs"/>
        <w:spacing w:after="0" w:line="240" w:lineRule="auto"/>
        <w:ind w:right="-82"/>
        <w:jc w:val="both"/>
        <w:rPr>
          <w:rFonts w:ascii="Times New Roman" w:hAnsi="Times New Roman" w:cs="Times New Roman"/>
        </w:rPr>
      </w:pPr>
      <w:r w:rsidRPr="004E0181">
        <w:rPr>
          <w:rFonts w:ascii="Times New Roman" w:hAnsi="Times New Roman" w:cs="Times New Roman"/>
        </w:rPr>
        <w:t xml:space="preserve"> Az előterjesztést a Jogi- Gazdasági és Kulturális Bizottság megtárgyalja. A bizottság véleményét a Képviselő-testület ülésén a Bizottság elnöke szóban ismerteti.</w:t>
      </w:r>
    </w:p>
    <w:p w:rsidR="009C6F35" w:rsidRPr="004E0181" w:rsidRDefault="009C6F35" w:rsidP="00C842B1">
      <w:pPr>
        <w:pStyle w:val="Szvegtrzs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9C6F35" w:rsidRPr="004E0181" w:rsidRDefault="009C6F35" w:rsidP="009A68E0">
      <w:pPr>
        <w:pStyle w:val="Szvegtrzs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E0181">
        <w:rPr>
          <w:rFonts w:ascii="Times New Roman" w:hAnsi="Times New Roman" w:cs="Times New Roman"/>
        </w:rPr>
        <w:t>A döntéshozatal az Magyarország helyi önkormányzatairól szóló 2011. évi CLXXXIX. törvény (</w:t>
      </w:r>
      <w:proofErr w:type="spellStart"/>
      <w:r w:rsidRPr="004E0181">
        <w:rPr>
          <w:rFonts w:ascii="Times New Roman" w:hAnsi="Times New Roman" w:cs="Times New Roman"/>
        </w:rPr>
        <w:t>Mötv</w:t>
      </w:r>
      <w:proofErr w:type="spellEnd"/>
      <w:r w:rsidRPr="004E0181">
        <w:rPr>
          <w:rFonts w:ascii="Times New Roman" w:hAnsi="Times New Roman" w:cs="Times New Roman"/>
        </w:rPr>
        <w:t xml:space="preserve">.) 46. § (1) bekezdésére, valamint (2) bekezdésének </w:t>
      </w:r>
      <w:r w:rsidRPr="004E0181">
        <w:rPr>
          <w:rFonts w:ascii="Times New Roman" w:hAnsi="Times New Roman" w:cs="Times New Roman"/>
          <w:i/>
          <w:iCs/>
        </w:rPr>
        <w:t xml:space="preserve">a) </w:t>
      </w:r>
      <w:r w:rsidRPr="004E0181">
        <w:rPr>
          <w:rFonts w:ascii="Times New Roman" w:hAnsi="Times New Roman" w:cs="Times New Roman"/>
        </w:rPr>
        <w:t>és</w:t>
      </w:r>
      <w:r w:rsidRPr="004E0181">
        <w:rPr>
          <w:rFonts w:ascii="Times New Roman" w:hAnsi="Times New Roman" w:cs="Times New Roman"/>
          <w:i/>
          <w:iCs/>
        </w:rPr>
        <w:t xml:space="preserve"> c)</w:t>
      </w:r>
      <w:r w:rsidRPr="004E0181">
        <w:rPr>
          <w:rFonts w:ascii="Times New Roman" w:hAnsi="Times New Roman" w:cs="Times New Roman"/>
        </w:rPr>
        <w:t xml:space="preserve"> pontjára figyelemmel </w:t>
      </w:r>
      <w:r w:rsidRPr="004E0181">
        <w:rPr>
          <w:rFonts w:ascii="Times New Roman" w:hAnsi="Times New Roman" w:cs="Times New Roman"/>
          <w:bCs/>
        </w:rPr>
        <w:t>nyilvános ülés</w:t>
      </w:r>
      <w:r w:rsidRPr="004E0181">
        <w:rPr>
          <w:rFonts w:ascii="Times New Roman" w:hAnsi="Times New Roman" w:cs="Times New Roman"/>
        </w:rPr>
        <w:t xml:space="preserve"> keretében, az 50. § rendelkezései alapján – figyelemmel a Képviselő-testület és szervei szervezeti és működési szabályzatáról szóló 19/2014. (XI. 26.) önkormányzati rendelet 37. § (3) bekezdés </w:t>
      </w:r>
      <w:r w:rsidRPr="004E0181">
        <w:rPr>
          <w:rFonts w:ascii="Times New Roman" w:hAnsi="Times New Roman" w:cs="Times New Roman"/>
          <w:i/>
          <w:iCs/>
        </w:rPr>
        <w:t>e)</w:t>
      </w:r>
      <w:r w:rsidRPr="004E0181">
        <w:rPr>
          <w:rFonts w:ascii="Times New Roman" w:hAnsi="Times New Roman" w:cs="Times New Roman"/>
        </w:rPr>
        <w:t xml:space="preserve"> pontjára – </w:t>
      </w:r>
      <w:r w:rsidRPr="004E0181">
        <w:rPr>
          <w:rFonts w:ascii="Times New Roman" w:hAnsi="Times New Roman" w:cs="Times New Roman"/>
          <w:bCs/>
        </w:rPr>
        <w:t>minősített szavazati arány</w:t>
      </w:r>
      <w:r w:rsidRPr="004E0181">
        <w:rPr>
          <w:rFonts w:ascii="Times New Roman" w:hAnsi="Times New Roman" w:cs="Times New Roman"/>
        </w:rPr>
        <w:t>t igényel.</w:t>
      </w:r>
    </w:p>
    <w:p w:rsidR="009C6F35" w:rsidRPr="004E0181" w:rsidRDefault="009C6F35" w:rsidP="00C842B1">
      <w:pPr>
        <w:pStyle w:val="Szvegtrzs"/>
        <w:tabs>
          <w:tab w:val="num" w:pos="480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9C6F35" w:rsidRPr="00C842B1" w:rsidRDefault="009C6F35" w:rsidP="00C842B1">
      <w:pPr>
        <w:pStyle w:val="Szvegtrzs"/>
        <w:spacing w:after="0" w:line="240" w:lineRule="auto"/>
        <w:ind w:right="278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Cegléd, 20</w:t>
      </w:r>
      <w:r w:rsidR="00986BEE">
        <w:rPr>
          <w:rFonts w:ascii="Times New Roman" w:hAnsi="Times New Roman" w:cs="Times New Roman"/>
        </w:rPr>
        <w:t>2</w:t>
      </w:r>
      <w:r w:rsidR="00440297">
        <w:rPr>
          <w:rFonts w:ascii="Times New Roman" w:hAnsi="Times New Roman" w:cs="Times New Roman"/>
        </w:rPr>
        <w:t>4</w:t>
      </w:r>
      <w:r w:rsidRPr="00C842B1">
        <w:rPr>
          <w:rFonts w:ascii="Times New Roman" w:hAnsi="Times New Roman" w:cs="Times New Roman"/>
        </w:rPr>
        <w:t xml:space="preserve">. június </w:t>
      </w:r>
      <w:r w:rsidR="00440297">
        <w:rPr>
          <w:rFonts w:ascii="Times New Roman" w:hAnsi="Times New Roman" w:cs="Times New Roman"/>
        </w:rPr>
        <w:t>14.</w:t>
      </w:r>
    </w:p>
    <w:p w:rsidR="009C6F35" w:rsidRPr="00C842B1" w:rsidRDefault="009C6F35" w:rsidP="00C842B1">
      <w:pPr>
        <w:pStyle w:val="Szvegtrzs"/>
        <w:spacing w:after="0" w:line="240" w:lineRule="auto"/>
        <w:ind w:left="360" w:right="98"/>
        <w:jc w:val="right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 xml:space="preserve">Pásztor </w:t>
      </w:r>
      <w:r w:rsidR="003D2594">
        <w:rPr>
          <w:rFonts w:ascii="Times New Roman" w:hAnsi="Times New Roman" w:cs="Times New Roman"/>
        </w:rPr>
        <w:t>Roland</w:t>
      </w:r>
    </w:p>
    <w:p w:rsidR="009C6F35" w:rsidRPr="00C842B1" w:rsidRDefault="009C6F35" w:rsidP="00C842B1">
      <w:pPr>
        <w:pStyle w:val="Szvegtrzs"/>
        <w:tabs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="0007257D">
        <w:rPr>
          <w:rFonts w:ascii="Times New Roman" w:hAnsi="Times New Roman" w:cs="Times New Roman"/>
        </w:rPr>
        <w:t xml:space="preserve">  </w:t>
      </w:r>
      <w:r w:rsidRPr="00C842B1">
        <w:rPr>
          <w:rFonts w:ascii="Times New Roman" w:hAnsi="Times New Roman" w:cs="Times New Roman"/>
        </w:rPr>
        <w:t>polgármester</w:t>
      </w:r>
    </w:p>
    <w:p w:rsidR="009C6F35" w:rsidRPr="00C842B1" w:rsidRDefault="009C6F35" w:rsidP="00C842B1">
      <w:pPr>
        <w:pStyle w:val="Szvegtrzs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Határozati javaslat: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>Kőröstetétlen Község Önkormányzatának Képviselő-testülete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tabs>
          <w:tab w:val="left" w:pos="7560"/>
        </w:tabs>
        <w:spacing w:after="0" w:line="240" w:lineRule="auto"/>
        <w:ind w:left="240" w:hanging="24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>1.</w:t>
      </w:r>
      <w:r w:rsidRPr="00C842B1">
        <w:rPr>
          <w:rFonts w:ascii="Times New Roman" w:hAnsi="Times New Roman" w:cs="Times New Roman"/>
        </w:rPr>
        <w:t xml:space="preserve"> Elfogadja Kőröstetétlen Község Önkormány</w:t>
      </w:r>
      <w:r w:rsidR="00551C33">
        <w:rPr>
          <w:rFonts w:ascii="Times New Roman" w:hAnsi="Times New Roman" w:cs="Times New Roman"/>
        </w:rPr>
        <w:t>zata Képviselő-testületének 20</w:t>
      </w:r>
      <w:r w:rsidR="00986BEE">
        <w:rPr>
          <w:rFonts w:ascii="Times New Roman" w:hAnsi="Times New Roman" w:cs="Times New Roman"/>
        </w:rPr>
        <w:t>2</w:t>
      </w:r>
      <w:r w:rsidR="00440297">
        <w:rPr>
          <w:rFonts w:ascii="Times New Roman" w:hAnsi="Times New Roman" w:cs="Times New Roman"/>
        </w:rPr>
        <w:t>4</w:t>
      </w:r>
      <w:r w:rsidRPr="00C842B1">
        <w:rPr>
          <w:rFonts w:ascii="Times New Roman" w:hAnsi="Times New Roman" w:cs="Times New Roman"/>
        </w:rPr>
        <w:t xml:space="preserve">. </w:t>
      </w:r>
      <w:r w:rsidR="00551C33">
        <w:rPr>
          <w:rFonts w:ascii="Times New Roman" w:hAnsi="Times New Roman" w:cs="Times New Roman"/>
        </w:rPr>
        <w:t>I</w:t>
      </w:r>
      <w:r w:rsidRPr="00C842B1">
        <w:rPr>
          <w:rFonts w:ascii="Times New Roman" w:hAnsi="Times New Roman" w:cs="Times New Roman"/>
        </w:rPr>
        <w:t>I. félévre érvényes munkatervét, a határozat melléklete szerint.</w:t>
      </w:r>
    </w:p>
    <w:p w:rsidR="009C6F35" w:rsidRPr="00C842B1" w:rsidRDefault="009C6F35" w:rsidP="00C842B1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 xml:space="preserve">2. </w:t>
      </w:r>
      <w:r w:rsidRPr="00C842B1">
        <w:rPr>
          <w:rFonts w:ascii="Times New Roman" w:hAnsi="Times New Roman" w:cs="Times New Roman"/>
        </w:rPr>
        <w:t>Utasítja a Ceglédi Közös Önkormányzati Hivatalt a szükséges intézkedések megtételére.</w:t>
      </w:r>
    </w:p>
    <w:p w:rsidR="009C6F35" w:rsidRPr="00C842B1" w:rsidRDefault="009C6F35" w:rsidP="00C842B1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Határidő:</w:t>
      </w:r>
      <w:r w:rsidRPr="00C842B1">
        <w:rPr>
          <w:rFonts w:ascii="Times New Roman" w:hAnsi="Times New Roman" w:cs="Times New Roman"/>
        </w:rPr>
        <w:t xml:space="preserve"> azonnal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Pásztor </w:t>
      </w:r>
      <w:r w:rsidR="003D2594">
        <w:rPr>
          <w:rFonts w:ascii="Times New Roman" w:hAnsi="Times New Roman" w:cs="Times New Roman"/>
        </w:rPr>
        <w:t>Roland</w:t>
      </w:r>
      <w:r w:rsidRPr="00C842B1">
        <w:rPr>
          <w:rFonts w:ascii="Times New Roman" w:hAnsi="Times New Roman" w:cs="Times New Roman"/>
        </w:rPr>
        <w:t xml:space="preserve"> polgármester</w:t>
      </w:r>
    </w:p>
    <w:p w:rsidR="00551C33" w:rsidRDefault="00551C33" w:rsidP="00C842B1">
      <w:pPr>
        <w:pStyle w:val="Cmsor4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986BEE" w:rsidRDefault="00986BEE" w:rsidP="00C842B1">
      <w:pPr>
        <w:pStyle w:val="Cmsor4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2040B9" w:rsidRPr="002040B9" w:rsidRDefault="002040B9" w:rsidP="002040B9"/>
    <w:p w:rsidR="009C6F35" w:rsidRPr="003D4BE9" w:rsidRDefault="009C6F35" w:rsidP="00C842B1">
      <w:pPr>
        <w:pStyle w:val="Cmsor4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3D4BE9">
        <w:rPr>
          <w:rFonts w:ascii="Times New Roman" w:hAnsi="Times New Roman" w:cs="Times New Roman"/>
          <w:sz w:val="22"/>
          <w:szCs w:val="22"/>
        </w:rPr>
        <w:lastRenderedPageBreak/>
        <w:t>Kőröstetétlen Község Önkormányzata Képviselő-testületének 20</w:t>
      </w:r>
      <w:r w:rsidR="00986BEE">
        <w:rPr>
          <w:rFonts w:ascii="Times New Roman" w:hAnsi="Times New Roman" w:cs="Times New Roman"/>
          <w:sz w:val="22"/>
          <w:szCs w:val="22"/>
        </w:rPr>
        <w:t>2</w:t>
      </w:r>
      <w:r w:rsidR="00440297">
        <w:rPr>
          <w:rFonts w:ascii="Times New Roman" w:hAnsi="Times New Roman" w:cs="Times New Roman"/>
          <w:sz w:val="22"/>
          <w:szCs w:val="22"/>
        </w:rPr>
        <w:t>4</w:t>
      </w:r>
      <w:r w:rsidRPr="003D4BE9">
        <w:rPr>
          <w:rFonts w:ascii="Times New Roman" w:hAnsi="Times New Roman" w:cs="Times New Roman"/>
          <w:sz w:val="22"/>
          <w:szCs w:val="22"/>
        </w:rPr>
        <w:t>. II. félévi</w:t>
      </w:r>
    </w:p>
    <w:p w:rsidR="009C6F35" w:rsidRPr="003D4BE9" w:rsidRDefault="009C6F35" w:rsidP="00C842B1">
      <w:pPr>
        <w:pStyle w:val="Cmsor4"/>
        <w:spacing w:before="0" w:after="0" w:line="240" w:lineRule="auto"/>
        <w:jc w:val="center"/>
        <w:rPr>
          <w:rStyle w:val="Lbjegyzet-hivatkozs"/>
          <w:rFonts w:ascii="Times New Roman" w:hAnsi="Times New Roman" w:cs="Times New Roman"/>
          <w:sz w:val="22"/>
          <w:szCs w:val="22"/>
        </w:rPr>
      </w:pPr>
      <w:r w:rsidRPr="003D4BE9">
        <w:rPr>
          <w:rFonts w:ascii="Times New Roman" w:hAnsi="Times New Roman" w:cs="Times New Roman"/>
          <w:sz w:val="22"/>
          <w:szCs w:val="22"/>
        </w:rPr>
        <w:t>M U N K A T E R V E</w:t>
      </w:r>
      <w:r w:rsidRPr="003D4BE9">
        <w:rPr>
          <w:rStyle w:val="Lbjegyzet-hivatkozs"/>
          <w:rFonts w:ascii="Times New Roman" w:hAnsi="Times New Roman" w:cs="Times New Roman"/>
          <w:sz w:val="22"/>
          <w:szCs w:val="22"/>
        </w:rPr>
        <w:footnoteReference w:customMarkFollows="1" w:id="1"/>
        <w:sym w:font="Symbol" w:char="F02A"/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 xml:space="preserve">Szeptember </w:t>
      </w:r>
      <w:r w:rsidR="003D2594">
        <w:rPr>
          <w:rFonts w:ascii="Times New Roman" w:hAnsi="Times New Roman" w:cs="Times New Roman"/>
          <w:b/>
          <w:bCs/>
        </w:rPr>
        <w:t>2</w:t>
      </w:r>
      <w:r w:rsidR="00440297">
        <w:rPr>
          <w:rFonts w:ascii="Times New Roman" w:hAnsi="Times New Roman" w:cs="Times New Roman"/>
          <w:b/>
          <w:bCs/>
        </w:rPr>
        <w:t>4</w:t>
      </w:r>
      <w:r w:rsidRPr="00C842B1">
        <w:rPr>
          <w:rFonts w:ascii="Times New Roman" w:hAnsi="Times New Roman" w:cs="Times New Roman"/>
          <w:b/>
          <w:bCs/>
        </w:rPr>
        <w:t>.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C6F35" w:rsidRPr="00C842B1" w:rsidRDefault="00440297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C6F35" w:rsidRPr="00C842B1">
        <w:rPr>
          <w:rFonts w:ascii="Times New Roman" w:hAnsi="Times New Roman" w:cs="Times New Roman"/>
        </w:rPr>
        <w:tab/>
        <w:t>Kőröstetétlen Község Önkormányzatának 20</w:t>
      </w:r>
      <w:r w:rsidR="00986BE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4</w:t>
      </w:r>
      <w:r w:rsidR="009C6F35" w:rsidRPr="00C842B1">
        <w:rPr>
          <w:rFonts w:ascii="Times New Roman" w:hAnsi="Times New Roman" w:cs="Times New Roman"/>
        </w:rPr>
        <w:t xml:space="preserve">. </w:t>
      </w:r>
      <w:r w:rsidR="00986BEE">
        <w:rPr>
          <w:rFonts w:ascii="Times New Roman" w:hAnsi="Times New Roman" w:cs="Times New Roman"/>
        </w:rPr>
        <w:t>I</w:t>
      </w:r>
      <w:r w:rsidR="009C6F35" w:rsidRPr="00C842B1">
        <w:rPr>
          <w:rFonts w:ascii="Times New Roman" w:hAnsi="Times New Roman" w:cs="Times New Roman"/>
        </w:rPr>
        <w:t xml:space="preserve">I. </w:t>
      </w:r>
      <w:r w:rsidR="00986BEE">
        <w:rPr>
          <w:rFonts w:ascii="Times New Roman" w:hAnsi="Times New Roman" w:cs="Times New Roman"/>
        </w:rPr>
        <w:t>negyed</w:t>
      </w:r>
      <w:r w:rsidR="009C6F35" w:rsidRPr="00C842B1">
        <w:rPr>
          <w:rFonts w:ascii="Times New Roman" w:hAnsi="Times New Roman" w:cs="Times New Roman"/>
        </w:rPr>
        <w:t>évi pénzügyi beszámolója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 Ceglédi KÖH Pénzügyi Iroda vezető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</w:p>
    <w:p w:rsidR="00551C33" w:rsidRDefault="00551C33" w:rsidP="00551C3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551C33" w:rsidRPr="00551C33" w:rsidRDefault="00440297" w:rsidP="005B6557">
      <w:pPr>
        <w:tabs>
          <w:tab w:val="left" w:pos="426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t>2</w:t>
      </w:r>
      <w:r w:rsidR="00551C33" w:rsidRPr="00551C33">
        <w:rPr>
          <w:rFonts w:ascii="Times New Roman" w:hAnsi="Times New Roman" w:cs="Times New Roman"/>
        </w:rPr>
        <w:t>.</w:t>
      </w:r>
      <w:r w:rsidR="00551C33" w:rsidRPr="00551C33">
        <w:rPr>
          <w:rFonts w:ascii="Times New Roman" w:hAnsi="Times New Roman" w:cs="Times New Roman"/>
        </w:rPr>
        <w:tab/>
      </w:r>
      <w:r w:rsidR="00551C33" w:rsidRPr="00551C33">
        <w:rPr>
          <w:rFonts w:ascii="Times New Roman" w:hAnsi="Times New Roman" w:cs="Times New Roman"/>
          <w:noProof/>
        </w:rPr>
        <w:t>Víziközművek gördülő fejlesztési tervének véleményezése</w:t>
      </w:r>
    </w:p>
    <w:p w:rsidR="00551C33" w:rsidRDefault="00551C33" w:rsidP="00551C3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="005B6557">
        <w:rPr>
          <w:rFonts w:ascii="Times New Roman" w:hAnsi="Times New Roman" w:cs="Times New Roman"/>
        </w:rPr>
        <w:t xml:space="preserve"> </w:t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</w:p>
    <w:p w:rsidR="00036CE0" w:rsidRDefault="00036CE0" w:rsidP="00551C33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C6F35" w:rsidRPr="00C842B1" w:rsidRDefault="00440297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</w:r>
      <w:r w:rsidR="00036CE0">
        <w:rPr>
          <w:rFonts w:ascii="Times New Roman" w:hAnsi="Times New Roman" w:cs="Times New Roman"/>
        </w:rPr>
        <w:t>Folyamatban lévő határozatok</w:t>
      </w:r>
      <w:r w:rsidR="009C6F35" w:rsidRPr="00C842B1">
        <w:rPr>
          <w:rFonts w:ascii="Times New Roman" w:hAnsi="Times New Roman" w:cs="Times New Roman"/>
        </w:rPr>
        <w:t xml:space="preserve"> végrehajtásáról tájékozató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Szervezetési Iroda vezetője</w:t>
      </w:r>
    </w:p>
    <w:p w:rsidR="009C6F35" w:rsidRPr="00C842B1" w:rsidRDefault="009C6F35" w:rsidP="00C842B1">
      <w:pPr>
        <w:tabs>
          <w:tab w:val="left" w:pos="5760"/>
          <w:tab w:val="left" w:pos="5940"/>
          <w:tab w:val="left" w:pos="6120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 xml:space="preserve"> (19/2014. (XI.26.) Ök. rendelet 31. §)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C842B1" w:rsidRDefault="00440297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C6F35" w:rsidRPr="00C842B1">
        <w:rPr>
          <w:rFonts w:ascii="Times New Roman" w:hAnsi="Times New Roman" w:cs="Times New Roman"/>
        </w:rPr>
        <w:t>. Aktualitások</w:t>
      </w:r>
    </w:p>
    <w:p w:rsidR="009C6F35" w:rsidRDefault="009C6F35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440297" w:rsidRDefault="00440297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440297" w:rsidRPr="00440297" w:rsidRDefault="00440297" w:rsidP="00440297">
      <w:pPr>
        <w:spacing w:before="360"/>
        <w:jc w:val="both"/>
        <w:rPr>
          <w:rFonts w:ascii="Times New Roman" w:hAnsi="Times New Roman" w:cs="Times New Roman"/>
          <w:b/>
          <w:lang w:eastAsia="hu-HU"/>
        </w:rPr>
      </w:pPr>
      <w:r w:rsidRPr="00440297">
        <w:rPr>
          <w:rFonts w:ascii="Times New Roman" w:hAnsi="Times New Roman" w:cs="Times New Roman"/>
          <w:b/>
        </w:rPr>
        <w:t>Október 1-15. között ALAKULÓ ÜLÉS</w:t>
      </w:r>
    </w:p>
    <w:p w:rsidR="00440297" w:rsidRPr="00440297" w:rsidRDefault="00440297" w:rsidP="00440297">
      <w:pPr>
        <w:pStyle w:val="Listaszerbekezds"/>
        <w:numPr>
          <w:ilvl w:val="0"/>
          <w:numId w:val="11"/>
        </w:numPr>
        <w:tabs>
          <w:tab w:val="left" w:pos="284"/>
        </w:tabs>
        <w:spacing w:before="240" w:after="0" w:line="240" w:lineRule="auto"/>
        <w:ind w:hanging="720"/>
        <w:jc w:val="both"/>
        <w:rPr>
          <w:rFonts w:ascii="Times New Roman" w:hAnsi="Times New Roman" w:cs="Times New Roman"/>
        </w:rPr>
      </w:pPr>
      <w:r w:rsidRPr="00440297">
        <w:rPr>
          <w:rFonts w:ascii="Times New Roman" w:hAnsi="Times New Roman" w:cs="Times New Roman"/>
        </w:rPr>
        <w:t>Képviselők és polgármester eskütétele</w:t>
      </w:r>
    </w:p>
    <w:p w:rsidR="00440297" w:rsidRPr="00440297" w:rsidRDefault="00440297" w:rsidP="00440297">
      <w:pPr>
        <w:numPr>
          <w:ilvl w:val="0"/>
          <w:numId w:val="11"/>
        </w:numPr>
        <w:tabs>
          <w:tab w:val="left" w:pos="284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40297">
        <w:rPr>
          <w:rFonts w:ascii="Times New Roman" w:hAnsi="Times New Roman" w:cs="Times New Roman"/>
        </w:rPr>
        <w:t>Alpolgármester választás / eskütétel</w:t>
      </w:r>
    </w:p>
    <w:p w:rsidR="00440297" w:rsidRPr="00440297" w:rsidRDefault="00440297" w:rsidP="00440297">
      <w:pPr>
        <w:numPr>
          <w:ilvl w:val="0"/>
          <w:numId w:val="11"/>
        </w:numPr>
        <w:tabs>
          <w:tab w:val="left" w:pos="284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40297">
        <w:rPr>
          <w:rFonts w:ascii="Times New Roman" w:hAnsi="Times New Roman" w:cs="Times New Roman"/>
        </w:rPr>
        <w:t>Polgármester, alpolgármester illetmények megállapítása</w:t>
      </w:r>
    </w:p>
    <w:p w:rsidR="00440297" w:rsidRPr="00440297" w:rsidRDefault="00440297" w:rsidP="00440297">
      <w:pPr>
        <w:numPr>
          <w:ilvl w:val="0"/>
          <w:numId w:val="11"/>
        </w:numPr>
        <w:tabs>
          <w:tab w:val="left" w:pos="284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40297">
        <w:rPr>
          <w:rFonts w:ascii="Times New Roman" w:hAnsi="Times New Roman" w:cs="Times New Roman"/>
        </w:rPr>
        <w:t>Bizottsági tagok megválasztása</w:t>
      </w:r>
    </w:p>
    <w:p w:rsidR="00440297" w:rsidRPr="00440297" w:rsidRDefault="00440297" w:rsidP="00440297">
      <w:pPr>
        <w:numPr>
          <w:ilvl w:val="0"/>
          <w:numId w:val="11"/>
        </w:numPr>
        <w:tabs>
          <w:tab w:val="left" w:pos="284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40297">
        <w:rPr>
          <w:rFonts w:ascii="Times New Roman" w:hAnsi="Times New Roman" w:cs="Times New Roman"/>
        </w:rPr>
        <w:t>Képviselők és bizottsági tagok tiszteletdíjának megállapítása</w:t>
      </w:r>
    </w:p>
    <w:p w:rsidR="00440297" w:rsidRPr="00440297" w:rsidRDefault="00440297" w:rsidP="00440297">
      <w:pPr>
        <w:numPr>
          <w:ilvl w:val="0"/>
          <w:numId w:val="11"/>
        </w:numPr>
        <w:tabs>
          <w:tab w:val="left" w:pos="284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40297">
        <w:rPr>
          <w:rFonts w:ascii="Times New Roman" w:hAnsi="Times New Roman" w:cs="Times New Roman"/>
        </w:rPr>
        <w:t xml:space="preserve">Képviselet és helyettes </w:t>
      </w:r>
      <w:proofErr w:type="gramStart"/>
      <w:r w:rsidRPr="00440297">
        <w:rPr>
          <w:rFonts w:ascii="Times New Roman" w:hAnsi="Times New Roman" w:cs="Times New Roman"/>
        </w:rPr>
        <w:t>delegálása</w:t>
      </w:r>
      <w:proofErr w:type="gramEnd"/>
      <w:r w:rsidRPr="00440297">
        <w:rPr>
          <w:rFonts w:ascii="Times New Roman" w:hAnsi="Times New Roman" w:cs="Times New Roman"/>
        </w:rPr>
        <w:t xml:space="preserve"> a Ceglédi Többcélú Kistérségi Társulás Tanácsába</w:t>
      </w:r>
    </w:p>
    <w:p w:rsidR="00440297" w:rsidRPr="00440297" w:rsidRDefault="00440297" w:rsidP="00440297">
      <w:pPr>
        <w:numPr>
          <w:ilvl w:val="0"/>
          <w:numId w:val="11"/>
        </w:numPr>
        <w:tabs>
          <w:tab w:val="left" w:pos="284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40297">
        <w:rPr>
          <w:rFonts w:ascii="Times New Roman" w:hAnsi="Times New Roman" w:cs="Times New Roman"/>
        </w:rPr>
        <w:t>Döntés a Képviselő-testület és Szervei Szervezeti és Működési Szabályzatról szóló önkormányzati rendelet felülvizsgálatáról</w:t>
      </w:r>
    </w:p>
    <w:p w:rsidR="00440297" w:rsidRPr="00440297" w:rsidRDefault="00440297" w:rsidP="00440297">
      <w:pPr>
        <w:numPr>
          <w:ilvl w:val="0"/>
          <w:numId w:val="11"/>
        </w:numPr>
        <w:tabs>
          <w:tab w:val="left" w:pos="284"/>
        </w:tabs>
        <w:spacing w:before="240"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440297">
        <w:rPr>
          <w:rFonts w:ascii="Times New Roman" w:hAnsi="Times New Roman" w:cs="Times New Roman"/>
        </w:rPr>
        <w:t>Aktualitások</w:t>
      </w:r>
      <w:proofErr w:type="gramEnd"/>
    </w:p>
    <w:p w:rsidR="00440297" w:rsidRPr="00440297" w:rsidRDefault="00440297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440297" w:rsidRPr="00440297" w:rsidRDefault="00440297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4E0181" w:rsidRPr="004E0181" w:rsidRDefault="004E0181" w:rsidP="004E0181">
      <w:pPr>
        <w:pStyle w:val="Cmsor3"/>
        <w:spacing w:before="0" w:line="240" w:lineRule="auto"/>
        <w:ind w:left="1440" w:hanging="1440"/>
        <w:rPr>
          <w:rFonts w:ascii="Times New Roman" w:hAnsi="Times New Roman" w:cs="Times New Roman"/>
          <w:color w:val="auto"/>
        </w:rPr>
      </w:pPr>
      <w:r w:rsidRPr="004E0181">
        <w:rPr>
          <w:rFonts w:ascii="Times New Roman" w:hAnsi="Times New Roman" w:cs="Times New Roman"/>
          <w:color w:val="auto"/>
        </w:rPr>
        <w:t xml:space="preserve">Október </w:t>
      </w:r>
      <w:r w:rsidR="00FD11CA">
        <w:rPr>
          <w:rFonts w:ascii="Times New Roman" w:hAnsi="Times New Roman" w:cs="Times New Roman"/>
          <w:color w:val="auto"/>
        </w:rPr>
        <w:t>29</w:t>
      </w:r>
      <w:r w:rsidR="00986BEE">
        <w:rPr>
          <w:rFonts w:ascii="Times New Roman" w:hAnsi="Times New Roman" w:cs="Times New Roman"/>
          <w:color w:val="auto"/>
        </w:rPr>
        <w:t>.</w:t>
      </w:r>
    </w:p>
    <w:p w:rsidR="00986BEE" w:rsidRDefault="00986BEE" w:rsidP="00986BE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86BEE" w:rsidRPr="00C842B1" w:rsidRDefault="00FD11CA" w:rsidP="00FD11CA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86BEE" w:rsidRPr="00C842B1">
        <w:rPr>
          <w:rFonts w:ascii="Times New Roman" w:hAnsi="Times New Roman" w:cs="Times New Roman"/>
        </w:rPr>
        <w:t xml:space="preserve"> Református Általános Iskola és Óvoda </w:t>
      </w:r>
      <w:proofErr w:type="spellStart"/>
      <w:r w:rsidR="00986BEE" w:rsidRPr="00C842B1">
        <w:rPr>
          <w:rFonts w:ascii="Times New Roman" w:hAnsi="Times New Roman" w:cs="Times New Roman"/>
        </w:rPr>
        <w:t>Kőröstetétleni</w:t>
      </w:r>
      <w:proofErr w:type="spellEnd"/>
      <w:r w:rsidR="00986BEE" w:rsidRPr="00C842B1">
        <w:rPr>
          <w:rFonts w:ascii="Times New Roman" w:hAnsi="Times New Roman" w:cs="Times New Roman"/>
        </w:rPr>
        <w:t xml:space="preserve"> tagintézményeiben folyó nevelésről-oktatásról szóló beszámoló</w:t>
      </w:r>
    </w:p>
    <w:p w:rsidR="00986BEE" w:rsidRPr="00C842B1" w:rsidRDefault="00986BEE" w:rsidP="00986BE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</w:t>
      </w:r>
      <w:r w:rsidR="006A1B86">
        <w:rPr>
          <w:rFonts w:ascii="Times New Roman" w:hAnsi="Times New Roman" w:cs="Times New Roman"/>
        </w:rPr>
        <w:t xml:space="preserve"> </w:t>
      </w:r>
      <w:r w:rsidRPr="00C842B1">
        <w:rPr>
          <w:rFonts w:ascii="Times New Roman" w:hAnsi="Times New Roman" w:cs="Times New Roman"/>
        </w:rPr>
        <w:t>Intézményvezető</w:t>
      </w:r>
    </w:p>
    <w:p w:rsidR="00986BEE" w:rsidRPr="00C842B1" w:rsidRDefault="00986BEE" w:rsidP="00986BE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986BEE" w:rsidRPr="00C842B1" w:rsidRDefault="00986BEE" w:rsidP="00986BE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86BEE" w:rsidRPr="00C842B1" w:rsidRDefault="00FD11CA" w:rsidP="00986BEE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86BEE" w:rsidRPr="00C842B1">
        <w:rPr>
          <w:rFonts w:ascii="Times New Roman" w:hAnsi="Times New Roman" w:cs="Times New Roman"/>
        </w:rPr>
        <w:tab/>
      </w:r>
      <w:r w:rsidR="00986BEE">
        <w:rPr>
          <w:rFonts w:ascii="Times New Roman" w:hAnsi="Times New Roman" w:cs="Times New Roman"/>
        </w:rPr>
        <w:t>Folyamatban lévő határozatok</w:t>
      </w:r>
      <w:r w:rsidR="00986BEE" w:rsidRPr="00C842B1">
        <w:rPr>
          <w:rFonts w:ascii="Times New Roman" w:hAnsi="Times New Roman" w:cs="Times New Roman"/>
        </w:rPr>
        <w:t xml:space="preserve"> végrehajtásáról tájékoz</w:t>
      </w:r>
      <w:r w:rsidR="006A1B86">
        <w:rPr>
          <w:rFonts w:ascii="Times New Roman" w:hAnsi="Times New Roman" w:cs="Times New Roman"/>
        </w:rPr>
        <w:t>t</w:t>
      </w:r>
      <w:r w:rsidR="00986BEE" w:rsidRPr="00C842B1">
        <w:rPr>
          <w:rFonts w:ascii="Times New Roman" w:hAnsi="Times New Roman" w:cs="Times New Roman"/>
        </w:rPr>
        <w:t>ató</w:t>
      </w:r>
    </w:p>
    <w:p w:rsidR="00986BEE" w:rsidRPr="00C842B1" w:rsidRDefault="00986BEE" w:rsidP="00986BEE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Szervezetési Iroda vezetője</w:t>
      </w:r>
    </w:p>
    <w:p w:rsidR="00986BEE" w:rsidRPr="00C842B1" w:rsidRDefault="00986BEE" w:rsidP="00986BEE">
      <w:pPr>
        <w:tabs>
          <w:tab w:val="num" w:pos="4860"/>
          <w:tab w:val="left" w:pos="5760"/>
          <w:tab w:val="left" w:pos="59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 xml:space="preserve">(19/2014. (XI.26.) </w:t>
      </w:r>
      <w:proofErr w:type="spellStart"/>
      <w:r w:rsidRPr="00C842B1">
        <w:rPr>
          <w:rFonts w:ascii="Times New Roman" w:hAnsi="Times New Roman" w:cs="Times New Roman"/>
          <w:i/>
          <w:iCs/>
        </w:rPr>
        <w:t>Ök</w:t>
      </w:r>
      <w:proofErr w:type="spellEnd"/>
      <w:r w:rsidRPr="00C842B1">
        <w:rPr>
          <w:rFonts w:ascii="Times New Roman" w:hAnsi="Times New Roman" w:cs="Times New Roman"/>
          <w:i/>
          <w:iCs/>
        </w:rPr>
        <w:t>. rendelet 31. §)</w:t>
      </w:r>
    </w:p>
    <w:p w:rsidR="00986BEE" w:rsidRPr="00C842B1" w:rsidRDefault="00986BEE" w:rsidP="00986BEE">
      <w:pPr>
        <w:tabs>
          <w:tab w:val="num" w:pos="48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986BEE" w:rsidRPr="00C842B1" w:rsidRDefault="00FD11CA" w:rsidP="00986BEE">
      <w:pPr>
        <w:tabs>
          <w:tab w:val="num" w:pos="48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86BEE" w:rsidRPr="00C842B1">
        <w:rPr>
          <w:rFonts w:ascii="Times New Roman" w:hAnsi="Times New Roman" w:cs="Times New Roman"/>
        </w:rPr>
        <w:t>.</w:t>
      </w:r>
      <w:r w:rsidR="00986BEE" w:rsidRPr="00C842B1">
        <w:rPr>
          <w:rFonts w:ascii="Times New Roman" w:hAnsi="Times New Roman" w:cs="Times New Roman"/>
        </w:rPr>
        <w:tab/>
      </w:r>
      <w:proofErr w:type="gramStart"/>
      <w:r w:rsidR="00986BEE" w:rsidRPr="00C842B1">
        <w:rPr>
          <w:rFonts w:ascii="Times New Roman" w:hAnsi="Times New Roman" w:cs="Times New Roman"/>
        </w:rPr>
        <w:t>Aktualitások</w:t>
      </w:r>
      <w:proofErr w:type="gramEnd"/>
    </w:p>
    <w:p w:rsidR="009C6F35" w:rsidRPr="00C842B1" w:rsidRDefault="009C6F35" w:rsidP="00C842B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842B1">
        <w:rPr>
          <w:rFonts w:ascii="Times New Roman" w:hAnsi="Times New Roman" w:cs="Times New Roman"/>
          <w:b/>
          <w:bCs/>
        </w:rPr>
        <w:t xml:space="preserve">November </w:t>
      </w:r>
      <w:r w:rsidR="00FD11CA">
        <w:rPr>
          <w:rFonts w:ascii="Times New Roman" w:hAnsi="Times New Roman" w:cs="Times New Roman"/>
          <w:b/>
          <w:bCs/>
        </w:rPr>
        <w:t>26</w:t>
      </w:r>
      <w:r w:rsidRPr="00C842B1">
        <w:rPr>
          <w:rFonts w:ascii="Times New Roman" w:hAnsi="Times New Roman" w:cs="Times New Roman"/>
          <w:b/>
          <w:bCs/>
        </w:rPr>
        <w:t>.</w:t>
      </w:r>
    </w:p>
    <w:p w:rsidR="00391B41" w:rsidRDefault="00391B41" w:rsidP="00391B41">
      <w:pPr>
        <w:tabs>
          <w:tab w:val="right" w:pos="9072"/>
        </w:tabs>
        <w:spacing w:after="0" w:line="240" w:lineRule="auto"/>
        <w:ind w:left="397" w:right="98" w:hanging="360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C6F35" w:rsidRPr="00C842B1" w:rsidRDefault="006A1B86" w:rsidP="00C842B1">
      <w:pPr>
        <w:tabs>
          <w:tab w:val="left" w:pos="360"/>
          <w:tab w:val="left" w:pos="57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  <w:t>Helyi adórendeletek felülvizsgálata</w:t>
      </w:r>
      <w:r w:rsidR="009C6F35" w:rsidRPr="00C842B1">
        <w:rPr>
          <w:rFonts w:ascii="Times New Roman" w:hAnsi="Times New Roman" w:cs="Times New Roman"/>
        </w:rPr>
        <w:tab/>
      </w:r>
      <w:r w:rsidR="009C6F35" w:rsidRPr="00C842B1">
        <w:rPr>
          <w:rFonts w:ascii="Times New Roman" w:hAnsi="Times New Roman" w:cs="Times New Roman"/>
        </w:rPr>
        <w:tab/>
      </w:r>
      <w:r w:rsidR="009C6F35" w:rsidRPr="00C842B1">
        <w:rPr>
          <w:rFonts w:ascii="Times New Roman" w:hAnsi="Times New Roman" w:cs="Times New Roman"/>
          <w:i/>
          <w:iCs/>
        </w:rPr>
        <w:t>(2011. évi CXCIV. törvény 32. §)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9C6F35" w:rsidRPr="002040B9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2040B9" w:rsidRDefault="006A1B86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C6F35" w:rsidRPr="002040B9">
        <w:rPr>
          <w:rFonts w:ascii="Times New Roman" w:hAnsi="Times New Roman" w:cs="Times New Roman"/>
        </w:rPr>
        <w:t xml:space="preserve">. </w:t>
      </w:r>
      <w:r w:rsidR="00FD11CA">
        <w:rPr>
          <w:rFonts w:ascii="Times New Roman" w:hAnsi="Times New Roman" w:cs="Times New Roman"/>
        </w:rPr>
        <w:t xml:space="preserve">  </w:t>
      </w:r>
      <w:r w:rsidR="009C6F35" w:rsidRPr="002040B9">
        <w:rPr>
          <w:rFonts w:ascii="Times New Roman" w:hAnsi="Times New Roman" w:cs="Times New Roman"/>
        </w:rPr>
        <w:t>A 20</w:t>
      </w:r>
      <w:r w:rsidR="00986BEE" w:rsidRPr="002040B9">
        <w:rPr>
          <w:rFonts w:ascii="Times New Roman" w:hAnsi="Times New Roman" w:cs="Times New Roman"/>
        </w:rPr>
        <w:t>2</w:t>
      </w:r>
      <w:r w:rsidR="00FD11CA">
        <w:rPr>
          <w:rFonts w:ascii="Times New Roman" w:hAnsi="Times New Roman" w:cs="Times New Roman"/>
        </w:rPr>
        <w:t>5</w:t>
      </w:r>
      <w:r w:rsidR="009C6F35" w:rsidRPr="002040B9">
        <w:rPr>
          <w:rFonts w:ascii="Times New Roman" w:hAnsi="Times New Roman" w:cs="Times New Roman"/>
        </w:rPr>
        <w:t>. évi belső ellenőrzési terv elfogadása</w:t>
      </w:r>
    </w:p>
    <w:p w:rsidR="009C6F35" w:rsidRPr="002040B9" w:rsidRDefault="009C6F35" w:rsidP="00C842B1">
      <w:pPr>
        <w:pStyle w:val="Cm"/>
        <w:tabs>
          <w:tab w:val="left" w:pos="360"/>
          <w:tab w:val="right" w:pos="9540"/>
        </w:tabs>
        <w:ind w:right="70"/>
        <w:jc w:val="left"/>
        <w:rPr>
          <w:rFonts w:ascii="Times New Roman" w:hAnsi="Times New Roman" w:cs="Times New Roman"/>
          <w:b w:val="0"/>
          <w:bCs w:val="0"/>
          <w:i/>
          <w:iCs/>
        </w:rPr>
      </w:pPr>
      <w:r w:rsidRPr="002040B9">
        <w:rPr>
          <w:rFonts w:ascii="Times New Roman" w:hAnsi="Times New Roman" w:cs="Times New Roman"/>
          <w:b w:val="0"/>
          <w:bCs w:val="0"/>
        </w:rPr>
        <w:tab/>
      </w:r>
      <w:r w:rsidRPr="002040B9">
        <w:rPr>
          <w:rFonts w:ascii="Times New Roman" w:hAnsi="Times New Roman" w:cs="Times New Roman"/>
          <w:b w:val="0"/>
          <w:bCs w:val="0"/>
          <w:u w:val="single"/>
        </w:rPr>
        <w:t>Felelős, előterjesztő:</w:t>
      </w:r>
      <w:r w:rsidRPr="002040B9">
        <w:rPr>
          <w:rFonts w:ascii="Times New Roman" w:hAnsi="Times New Roman" w:cs="Times New Roman"/>
          <w:b w:val="0"/>
          <w:bCs w:val="0"/>
        </w:rPr>
        <w:t xml:space="preserve"> Jegyző </w:t>
      </w:r>
      <w:r w:rsidRPr="002040B9">
        <w:rPr>
          <w:rFonts w:ascii="Times New Roman" w:hAnsi="Times New Roman" w:cs="Times New Roman"/>
          <w:b w:val="0"/>
          <w:bCs w:val="0"/>
        </w:rPr>
        <w:tab/>
      </w:r>
      <w:r w:rsidRPr="002040B9">
        <w:rPr>
          <w:rFonts w:ascii="Times New Roman" w:hAnsi="Times New Roman" w:cs="Times New Roman"/>
          <w:b w:val="0"/>
          <w:bCs w:val="0"/>
          <w:i/>
          <w:iCs/>
        </w:rPr>
        <w:t>(370/2011. (XII. 31.) Korm. rendelet 32. § (4) bekezdés)</w:t>
      </w:r>
    </w:p>
    <w:p w:rsidR="009C6F35" w:rsidRPr="002040B9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C842B1" w:rsidRDefault="006A1B86" w:rsidP="00C842B1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</w:r>
      <w:proofErr w:type="spellStart"/>
      <w:r w:rsidR="009C6F35" w:rsidRPr="00C842B1">
        <w:rPr>
          <w:rFonts w:ascii="Times New Roman" w:hAnsi="Times New Roman" w:cs="Times New Roman"/>
        </w:rPr>
        <w:t>Bursa</w:t>
      </w:r>
      <w:proofErr w:type="spellEnd"/>
      <w:r w:rsidR="009C6F35" w:rsidRPr="00C842B1">
        <w:rPr>
          <w:rFonts w:ascii="Times New Roman" w:hAnsi="Times New Roman" w:cs="Times New Roman"/>
        </w:rPr>
        <w:t xml:space="preserve"> Hungarica pályázatok elbírálása</w:t>
      </w:r>
    </w:p>
    <w:p w:rsidR="009C6F35" w:rsidRPr="00C842B1" w:rsidRDefault="009C6F35" w:rsidP="00C842B1">
      <w:pPr>
        <w:tabs>
          <w:tab w:val="left" w:pos="594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Szervezési Iroda vezetője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4E0181" w:rsidRDefault="004E0181" w:rsidP="004E018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4E0181" w:rsidRPr="00C842B1" w:rsidRDefault="006A1B86" w:rsidP="004E018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E0181" w:rsidRPr="00C842B1">
        <w:rPr>
          <w:rFonts w:ascii="Times New Roman" w:hAnsi="Times New Roman" w:cs="Times New Roman"/>
        </w:rPr>
        <w:t>.</w:t>
      </w:r>
      <w:r w:rsidR="004E0181" w:rsidRPr="00C842B1">
        <w:rPr>
          <w:rFonts w:ascii="Times New Roman" w:hAnsi="Times New Roman" w:cs="Times New Roman"/>
        </w:rPr>
        <w:tab/>
        <w:t xml:space="preserve">Kőröstetétlen Község Önkormányzatának </w:t>
      </w:r>
      <w:r w:rsidR="00986BEE">
        <w:rPr>
          <w:rFonts w:ascii="Times New Roman" w:hAnsi="Times New Roman" w:cs="Times New Roman"/>
        </w:rPr>
        <w:t>202</w:t>
      </w:r>
      <w:r w:rsidR="00FD11CA">
        <w:rPr>
          <w:rFonts w:ascii="Times New Roman" w:hAnsi="Times New Roman" w:cs="Times New Roman"/>
        </w:rPr>
        <w:t>4</w:t>
      </w:r>
      <w:r w:rsidR="00986BEE">
        <w:rPr>
          <w:rFonts w:ascii="Times New Roman" w:hAnsi="Times New Roman" w:cs="Times New Roman"/>
        </w:rPr>
        <w:t>. I</w:t>
      </w:r>
      <w:r w:rsidR="004E0181">
        <w:rPr>
          <w:rFonts w:ascii="Times New Roman" w:hAnsi="Times New Roman" w:cs="Times New Roman"/>
        </w:rPr>
        <w:t>II</w:t>
      </w:r>
      <w:r w:rsidR="004E0181" w:rsidRPr="00C842B1">
        <w:rPr>
          <w:rFonts w:ascii="Times New Roman" w:hAnsi="Times New Roman" w:cs="Times New Roman"/>
        </w:rPr>
        <w:t xml:space="preserve">. </w:t>
      </w:r>
      <w:r w:rsidR="004E0181">
        <w:rPr>
          <w:rFonts w:ascii="Times New Roman" w:hAnsi="Times New Roman" w:cs="Times New Roman"/>
        </w:rPr>
        <w:t>negyedév</w:t>
      </w:r>
      <w:r w:rsidR="004E0181" w:rsidRPr="00C842B1">
        <w:rPr>
          <w:rFonts w:ascii="Times New Roman" w:hAnsi="Times New Roman" w:cs="Times New Roman"/>
        </w:rPr>
        <w:t xml:space="preserve"> pénzügyi beszámolója</w:t>
      </w:r>
    </w:p>
    <w:p w:rsidR="004E0181" w:rsidRPr="00C842B1" w:rsidRDefault="004E0181" w:rsidP="004E018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</w:t>
      </w:r>
      <w:r w:rsidRPr="00C842B1">
        <w:rPr>
          <w:rFonts w:ascii="Times New Roman" w:hAnsi="Times New Roman" w:cs="Times New Roman"/>
        </w:rPr>
        <w:t>: Ceglédi KÖH Pénzügyi Iroda vezető</w:t>
      </w:r>
    </w:p>
    <w:p w:rsidR="004E0181" w:rsidRPr="00C842B1" w:rsidRDefault="004E0181" w:rsidP="004E018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C6F35" w:rsidRPr="00C842B1" w:rsidRDefault="006A1B86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  <w:t>Kőröstetétlen Község Önkormányzata Képviselő-testületének 20</w:t>
      </w:r>
      <w:r w:rsidR="004E0181">
        <w:rPr>
          <w:rFonts w:ascii="Times New Roman" w:hAnsi="Times New Roman" w:cs="Times New Roman"/>
        </w:rPr>
        <w:t>2</w:t>
      </w:r>
      <w:r w:rsidR="00FD11CA">
        <w:rPr>
          <w:rFonts w:ascii="Times New Roman" w:hAnsi="Times New Roman" w:cs="Times New Roman"/>
        </w:rPr>
        <w:t>5</w:t>
      </w:r>
      <w:r w:rsidR="009C6F35" w:rsidRPr="00C842B1">
        <w:rPr>
          <w:rFonts w:ascii="Times New Roman" w:hAnsi="Times New Roman" w:cs="Times New Roman"/>
        </w:rPr>
        <w:t>. I. félévi munkaterve</w:t>
      </w:r>
    </w:p>
    <w:p w:rsidR="009C6F35" w:rsidRPr="00C842B1" w:rsidRDefault="009C6F35" w:rsidP="00C842B1">
      <w:pPr>
        <w:tabs>
          <w:tab w:val="left" w:pos="558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>(19/2014. (XI. 26.) Ök. rendelet 26. §)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6A1B86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6F35" w:rsidRPr="00C842B1">
        <w:rPr>
          <w:rFonts w:ascii="Times New Roman" w:hAnsi="Times New Roman" w:cs="Times New Roman"/>
        </w:rPr>
        <w:t xml:space="preserve">. </w:t>
      </w:r>
      <w:r w:rsidR="009C6F35" w:rsidRPr="00C842B1">
        <w:rPr>
          <w:rFonts w:ascii="Times New Roman" w:hAnsi="Times New Roman" w:cs="Times New Roman"/>
        </w:rPr>
        <w:tab/>
      </w:r>
      <w:r w:rsidR="004E0181">
        <w:rPr>
          <w:rFonts w:ascii="Times New Roman" w:hAnsi="Times New Roman" w:cs="Times New Roman"/>
        </w:rPr>
        <w:t>202</w:t>
      </w:r>
      <w:r w:rsidR="00FD11CA">
        <w:rPr>
          <w:rFonts w:ascii="Times New Roman" w:hAnsi="Times New Roman" w:cs="Times New Roman"/>
        </w:rPr>
        <w:t>5</w:t>
      </w:r>
      <w:r w:rsidR="00036CE0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 xml:space="preserve"> évi rendezvényterv megtárgyalása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</w:p>
    <w:p w:rsidR="003D2594" w:rsidRDefault="003D2594" w:rsidP="003D259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36CE0" w:rsidRPr="00C842B1" w:rsidRDefault="00FD11CA" w:rsidP="00036CE0">
      <w:pPr>
        <w:tabs>
          <w:tab w:val="num" w:pos="5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</w:r>
      <w:r w:rsidR="00036CE0">
        <w:rPr>
          <w:rFonts w:ascii="Times New Roman" w:hAnsi="Times New Roman" w:cs="Times New Roman"/>
        </w:rPr>
        <w:t>Folyamatban lévő határozatok</w:t>
      </w:r>
      <w:r w:rsidR="00036CE0" w:rsidRPr="00C842B1">
        <w:rPr>
          <w:rFonts w:ascii="Times New Roman" w:hAnsi="Times New Roman" w:cs="Times New Roman"/>
        </w:rPr>
        <w:t xml:space="preserve"> végrehajtásáról tájékozató</w:t>
      </w:r>
    </w:p>
    <w:p w:rsidR="009C6F35" w:rsidRPr="00C842B1" w:rsidRDefault="009C6F35" w:rsidP="00C842B1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i/>
          <w:iCs/>
        </w:rPr>
        <w:tab/>
      </w:r>
      <w:r w:rsidRPr="00C842B1">
        <w:rPr>
          <w:rFonts w:ascii="Times New Roman" w:hAnsi="Times New Roman" w:cs="Times New Roman"/>
          <w:u w:val="single"/>
        </w:rPr>
        <w:t>Felelős:</w:t>
      </w:r>
      <w:r w:rsidRPr="00C842B1">
        <w:rPr>
          <w:rFonts w:ascii="Times New Roman" w:hAnsi="Times New Roman" w:cs="Times New Roman"/>
        </w:rPr>
        <w:t xml:space="preserve"> a Ceglédi KÖH jegyzője</w:t>
      </w:r>
    </w:p>
    <w:p w:rsidR="009C6F35" w:rsidRPr="00C842B1" w:rsidRDefault="009C6F35" w:rsidP="00C842B1">
      <w:pPr>
        <w:tabs>
          <w:tab w:val="left" w:pos="4860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C842B1">
        <w:rPr>
          <w:rFonts w:ascii="Times New Roman" w:hAnsi="Times New Roman" w:cs="Times New Roman"/>
          <w:u w:val="single"/>
        </w:rPr>
        <w:t>Előterjesztő</w:t>
      </w:r>
      <w:r w:rsidRPr="00C842B1">
        <w:rPr>
          <w:rFonts w:ascii="Times New Roman" w:hAnsi="Times New Roman" w:cs="Times New Roman"/>
        </w:rPr>
        <w:t>: Polgármester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>(19/2014. (XI.26.) Ök. rendelet 31. §)</w:t>
      </w:r>
    </w:p>
    <w:p w:rsidR="009C6F35" w:rsidRPr="00C842B1" w:rsidRDefault="009C6F35" w:rsidP="00C842B1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9C6F35" w:rsidRPr="00C842B1" w:rsidRDefault="00FD11CA" w:rsidP="00C842B1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C6F35" w:rsidRPr="00C842B1">
        <w:rPr>
          <w:rFonts w:ascii="Times New Roman" w:hAnsi="Times New Roman" w:cs="Times New Roman"/>
        </w:rPr>
        <w:t>.</w:t>
      </w:r>
      <w:r w:rsidR="009C6F35" w:rsidRPr="00C842B1">
        <w:rPr>
          <w:rFonts w:ascii="Times New Roman" w:hAnsi="Times New Roman" w:cs="Times New Roman"/>
        </w:rPr>
        <w:tab/>
      </w:r>
      <w:proofErr w:type="gramStart"/>
      <w:r w:rsidR="009C6F35" w:rsidRPr="00C842B1">
        <w:rPr>
          <w:rFonts w:ascii="Times New Roman" w:hAnsi="Times New Roman" w:cs="Times New Roman"/>
        </w:rPr>
        <w:t>Aktualitások</w:t>
      </w:r>
      <w:proofErr w:type="gramEnd"/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:rsidR="009C6F35" w:rsidRPr="00C842B1" w:rsidRDefault="009C6F35" w:rsidP="00C842B1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tabs>
          <w:tab w:val="left" w:pos="5220"/>
        </w:tabs>
        <w:spacing w:after="0" w:line="240" w:lineRule="auto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  <w:b/>
          <w:bCs/>
        </w:rPr>
        <w:t xml:space="preserve">December </w:t>
      </w:r>
      <w:r w:rsidR="00FD11CA">
        <w:rPr>
          <w:rFonts w:ascii="Times New Roman" w:hAnsi="Times New Roman" w:cs="Times New Roman"/>
          <w:b/>
          <w:bCs/>
        </w:rPr>
        <w:t>2</w:t>
      </w:r>
      <w:bookmarkStart w:id="0" w:name="_GoBack"/>
      <w:bookmarkEnd w:id="0"/>
      <w:r w:rsidRPr="00C842B1">
        <w:rPr>
          <w:rFonts w:ascii="Times New Roman" w:hAnsi="Times New Roman" w:cs="Times New Roman"/>
          <w:b/>
          <w:bCs/>
        </w:rPr>
        <w:t>.</w:t>
      </w:r>
      <w:r w:rsidRPr="00C842B1">
        <w:rPr>
          <w:rFonts w:ascii="Times New Roman" w:hAnsi="Times New Roman" w:cs="Times New Roman"/>
        </w:rPr>
        <w:t xml:space="preserve"> Közmeghallgatás (falugyűlés)</w:t>
      </w:r>
      <w:r w:rsidRPr="00C842B1">
        <w:rPr>
          <w:rFonts w:ascii="Times New Roman" w:hAnsi="Times New Roman" w:cs="Times New Roman"/>
        </w:rPr>
        <w:tab/>
      </w:r>
      <w:r w:rsidRPr="00C842B1">
        <w:rPr>
          <w:rFonts w:ascii="Times New Roman" w:hAnsi="Times New Roman" w:cs="Times New Roman"/>
          <w:i/>
          <w:iCs/>
        </w:rPr>
        <w:t xml:space="preserve">(19/2014. (XI.26.) Ök. rendelet 48. § (1) </w:t>
      </w:r>
      <w:proofErr w:type="spellStart"/>
      <w:r w:rsidRPr="00C842B1">
        <w:rPr>
          <w:rFonts w:ascii="Times New Roman" w:hAnsi="Times New Roman" w:cs="Times New Roman"/>
          <w:i/>
          <w:iCs/>
        </w:rPr>
        <w:t>bek</w:t>
      </w:r>
      <w:proofErr w:type="spellEnd"/>
      <w:r w:rsidRPr="00C842B1">
        <w:rPr>
          <w:rFonts w:ascii="Times New Roman" w:hAnsi="Times New Roman" w:cs="Times New Roman"/>
          <w:i/>
          <w:iCs/>
        </w:rPr>
        <w:t>.)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9C6F35" w:rsidRPr="00C842B1" w:rsidRDefault="009C6F35" w:rsidP="00C842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---------</w:t>
      </w:r>
    </w:p>
    <w:p w:rsidR="009C6F35" w:rsidRPr="00C842B1" w:rsidRDefault="009C6F35" w:rsidP="00C842B1">
      <w:pPr>
        <w:spacing w:after="0" w:line="240" w:lineRule="auto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pStyle w:val="llb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C6F35" w:rsidRPr="00C842B1" w:rsidRDefault="009C6F35" w:rsidP="00C842B1">
      <w:pPr>
        <w:pStyle w:val="llb"/>
        <w:tabs>
          <w:tab w:val="clear" w:pos="4536"/>
          <w:tab w:val="clear" w:pos="90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>Az előterjesztést láttam:</w:t>
      </w:r>
    </w:p>
    <w:p w:rsidR="009C6F35" w:rsidRPr="00C842B1" w:rsidRDefault="009C6F35" w:rsidP="00C842B1">
      <w:pPr>
        <w:pStyle w:val="llb"/>
        <w:tabs>
          <w:tab w:val="clear" w:pos="4536"/>
          <w:tab w:val="clear" w:pos="9072"/>
          <w:tab w:val="left" w:pos="21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</w:r>
    </w:p>
    <w:p w:rsidR="009C6F35" w:rsidRPr="00C842B1" w:rsidRDefault="009C6F35" w:rsidP="00C842B1">
      <w:pPr>
        <w:pStyle w:val="llb"/>
        <w:tabs>
          <w:tab w:val="clear" w:pos="4536"/>
          <w:tab w:val="clear" w:pos="9072"/>
          <w:tab w:val="left" w:pos="216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42B1">
        <w:rPr>
          <w:rFonts w:ascii="Times New Roman" w:hAnsi="Times New Roman" w:cs="Times New Roman"/>
        </w:rPr>
        <w:tab/>
        <w:t>Dr. Diósgyőri Gitta</w:t>
      </w:r>
    </w:p>
    <w:p w:rsidR="009C6F35" w:rsidRPr="00C842B1" w:rsidRDefault="00036CE0" w:rsidP="00C842B1">
      <w:pPr>
        <w:pStyle w:val="llb"/>
        <w:tabs>
          <w:tab w:val="clear" w:pos="4536"/>
          <w:tab w:val="clear" w:pos="9072"/>
          <w:tab w:val="left" w:pos="2700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címzetes fő</w:t>
      </w:r>
      <w:r w:rsidR="009C6F35" w:rsidRPr="00C842B1">
        <w:rPr>
          <w:rFonts w:ascii="Times New Roman" w:hAnsi="Times New Roman" w:cs="Times New Roman"/>
        </w:rPr>
        <w:t>jegyző</w:t>
      </w:r>
    </w:p>
    <w:p w:rsidR="009C6F35" w:rsidRPr="00C842B1" w:rsidRDefault="009C6F35" w:rsidP="00C842B1">
      <w:pPr>
        <w:widowControl w:val="0"/>
        <w:tabs>
          <w:tab w:val="left" w:pos="4320"/>
        </w:tabs>
        <w:spacing w:after="0" w:line="240" w:lineRule="auto"/>
        <w:ind w:right="98"/>
        <w:jc w:val="both"/>
        <w:rPr>
          <w:rFonts w:ascii="Times New Roman" w:hAnsi="Times New Roman" w:cs="Times New Roman"/>
        </w:rPr>
      </w:pPr>
    </w:p>
    <w:sectPr w:rsidR="009C6F35" w:rsidRPr="00C842B1" w:rsidSect="00210A17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56A" w:rsidRDefault="0071456A">
      <w:r>
        <w:separator/>
      </w:r>
    </w:p>
  </w:endnote>
  <w:endnote w:type="continuationSeparator" w:id="0">
    <w:p w:rsidR="0071456A" w:rsidRDefault="00714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D11CA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 w:rsidR="00551C33">
      <w:rPr>
        <w:rStyle w:val="Oldalszm"/>
      </w:rPr>
      <w:t>3</w:t>
    </w:r>
  </w:p>
  <w:p w:rsidR="009C6F35" w:rsidRDefault="009C6F35" w:rsidP="00B01C4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56A" w:rsidRDefault="0071456A">
      <w:r>
        <w:separator/>
      </w:r>
    </w:p>
  </w:footnote>
  <w:footnote w:type="continuationSeparator" w:id="0">
    <w:p w:rsidR="0071456A" w:rsidRDefault="0071456A">
      <w:r>
        <w:continuationSeparator/>
      </w:r>
    </w:p>
  </w:footnote>
  <w:footnote w:id="1">
    <w:p w:rsidR="009C6F35" w:rsidRDefault="009C6F35" w:rsidP="00C842B1">
      <w:pPr>
        <w:pStyle w:val="Lbjegyzetszveg"/>
      </w:pPr>
      <w:r>
        <w:t>*</w:t>
      </w:r>
      <w:proofErr w:type="gramStart"/>
      <w:r>
        <w:t>A ….</w:t>
      </w:r>
      <w:proofErr w:type="gramEnd"/>
      <w:r>
        <w:t>./20</w:t>
      </w:r>
      <w:r w:rsidR="00986BEE">
        <w:t>2</w:t>
      </w:r>
      <w:r w:rsidR="00FD11CA">
        <w:t>4</w:t>
      </w:r>
      <w:r>
        <w:t>. (…..) Ök. határozat melléklete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3B0"/>
    <w:multiLevelType w:val="hybridMultilevel"/>
    <w:tmpl w:val="19B47A4A"/>
    <w:lvl w:ilvl="0" w:tplc="DF76617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8"/>
  </w:num>
  <w:num w:numId="9">
    <w:abstractNumId w:val="9"/>
  </w:num>
  <w:num w:numId="10">
    <w:abstractNumId w:val="6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B59"/>
    <w:rsid w:val="00001D9D"/>
    <w:rsid w:val="0001396A"/>
    <w:rsid w:val="00014ED3"/>
    <w:rsid w:val="00021571"/>
    <w:rsid w:val="000355EA"/>
    <w:rsid w:val="00036CE0"/>
    <w:rsid w:val="00067228"/>
    <w:rsid w:val="0007257D"/>
    <w:rsid w:val="00077797"/>
    <w:rsid w:val="000859CF"/>
    <w:rsid w:val="00086401"/>
    <w:rsid w:val="001334E5"/>
    <w:rsid w:val="00134D06"/>
    <w:rsid w:val="002040B9"/>
    <w:rsid w:val="00210A17"/>
    <w:rsid w:val="00211B6A"/>
    <w:rsid w:val="00275829"/>
    <w:rsid w:val="002B155C"/>
    <w:rsid w:val="00306295"/>
    <w:rsid w:val="0032552B"/>
    <w:rsid w:val="00352749"/>
    <w:rsid w:val="0039095C"/>
    <w:rsid w:val="00391B41"/>
    <w:rsid w:val="003D2594"/>
    <w:rsid w:val="003D3348"/>
    <w:rsid w:val="003D4BE9"/>
    <w:rsid w:val="003E53FE"/>
    <w:rsid w:val="00440297"/>
    <w:rsid w:val="00466E48"/>
    <w:rsid w:val="004B2241"/>
    <w:rsid w:val="004E0181"/>
    <w:rsid w:val="004F733F"/>
    <w:rsid w:val="005428AC"/>
    <w:rsid w:val="00551C33"/>
    <w:rsid w:val="005B6557"/>
    <w:rsid w:val="005C1A20"/>
    <w:rsid w:val="005C53EF"/>
    <w:rsid w:val="005C57F4"/>
    <w:rsid w:val="005E4A9A"/>
    <w:rsid w:val="005E5750"/>
    <w:rsid w:val="00636A1E"/>
    <w:rsid w:val="00642594"/>
    <w:rsid w:val="00664395"/>
    <w:rsid w:val="00695273"/>
    <w:rsid w:val="006A1B86"/>
    <w:rsid w:val="006C7372"/>
    <w:rsid w:val="006E3424"/>
    <w:rsid w:val="0071456A"/>
    <w:rsid w:val="00720851"/>
    <w:rsid w:val="00734723"/>
    <w:rsid w:val="0074676E"/>
    <w:rsid w:val="007A1DF1"/>
    <w:rsid w:val="007A7C2E"/>
    <w:rsid w:val="00810A62"/>
    <w:rsid w:val="008E0320"/>
    <w:rsid w:val="00900770"/>
    <w:rsid w:val="00986BEE"/>
    <w:rsid w:val="009A68E0"/>
    <w:rsid w:val="009C6F35"/>
    <w:rsid w:val="009D1F54"/>
    <w:rsid w:val="00A5146B"/>
    <w:rsid w:val="00A56EB8"/>
    <w:rsid w:val="00AC290C"/>
    <w:rsid w:val="00AE7676"/>
    <w:rsid w:val="00B01C4B"/>
    <w:rsid w:val="00B60BBF"/>
    <w:rsid w:val="00B93464"/>
    <w:rsid w:val="00BF40F0"/>
    <w:rsid w:val="00C03A77"/>
    <w:rsid w:val="00C04E04"/>
    <w:rsid w:val="00C4023E"/>
    <w:rsid w:val="00C545B2"/>
    <w:rsid w:val="00C842B1"/>
    <w:rsid w:val="00CD7F7A"/>
    <w:rsid w:val="00CE0D4F"/>
    <w:rsid w:val="00D51AA7"/>
    <w:rsid w:val="00D768FB"/>
    <w:rsid w:val="00D9241F"/>
    <w:rsid w:val="00D944C0"/>
    <w:rsid w:val="00DF353E"/>
    <w:rsid w:val="00E16D8A"/>
    <w:rsid w:val="00E42B59"/>
    <w:rsid w:val="00E63F12"/>
    <w:rsid w:val="00E90BA5"/>
    <w:rsid w:val="00ED28E0"/>
    <w:rsid w:val="00EE3F3E"/>
    <w:rsid w:val="00F45DB7"/>
    <w:rsid w:val="00F905CD"/>
    <w:rsid w:val="00FD11CA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077A82"/>
  <w15:docId w15:val="{76083343-42A1-4CA4-B915-F0A85A5F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2594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locked/>
    <w:rsid w:val="004E01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uiPriority w:val="99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customStyle="1" w:styleId="Cmsor3Char">
    <w:name w:val="Címsor 3 Char"/>
    <w:basedOn w:val="Bekezdsalapbettpusa"/>
    <w:link w:val="Cmsor3"/>
    <w:semiHidden/>
    <w:rsid w:val="004E018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CharChar2CharChar">
    <w:name w:val="Char Char2 Char Char"/>
    <w:basedOn w:val="Norml"/>
    <w:rsid w:val="00391B41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styleId="Listaszerbekezds">
    <w:name w:val="List Paragraph"/>
    <w:basedOn w:val="Norml"/>
    <w:uiPriority w:val="34"/>
    <w:qFormat/>
    <w:rsid w:val="00440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0</TotalTime>
  <Pages>3</Pages>
  <Words>611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Ibolya</cp:lastModifiedBy>
  <cp:revision>2</cp:revision>
  <cp:lastPrinted>2023-06-22T11:02:00Z</cp:lastPrinted>
  <dcterms:created xsi:type="dcterms:W3CDTF">2024-06-14T06:50:00Z</dcterms:created>
  <dcterms:modified xsi:type="dcterms:W3CDTF">2024-06-14T06:50:00Z</dcterms:modified>
</cp:coreProperties>
</file>